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A4420" w14:textId="3CB24F9C" w:rsidR="00886FF6" w:rsidRDefault="00886FF6" w:rsidP="00886FF6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FBBE2A4" wp14:editId="3CE6CD53">
                <wp:simplePos x="0" y="0"/>
                <wp:positionH relativeFrom="column">
                  <wp:posOffset>2788920</wp:posOffset>
                </wp:positionH>
                <wp:positionV relativeFrom="paragraph">
                  <wp:posOffset>919480</wp:posOffset>
                </wp:positionV>
                <wp:extent cx="1940560" cy="1699260"/>
                <wp:effectExtent l="0" t="0" r="21590" b="1524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560" cy="1699260"/>
                          <a:chOff x="0" y="0"/>
                          <a:chExt cx="1940560" cy="1699260"/>
                        </a:xfrm>
                      </wpg:grpSpPr>
                      <wps:wsp>
                        <wps:cNvPr id="59" name="Text Box 59"/>
                        <wps:cNvSpPr txBox="1"/>
                        <wps:spPr>
                          <a:xfrm>
                            <a:off x="0" y="0"/>
                            <a:ext cx="1940560" cy="929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72BB538" w14:textId="77777777" w:rsidR="00886FF6" w:rsidRDefault="00886FF6" w:rsidP="00886FF6">
                              <w:r>
                                <w:rPr>
                                  <w:b/>
                                </w:rPr>
                                <w:t>Signifies Specialized Case:</w:t>
                              </w:r>
                              <w:r>
                                <w:t xml:space="preserve"> </w:t>
                              </w:r>
                            </w:p>
                            <w:p w14:paraId="52D3DF7D" w14:textId="77777777" w:rsidR="00886FF6" w:rsidRDefault="00886FF6" w:rsidP="00886FF6">
                              <w:pPr>
                                <w:spacing w:line="220" w:lineRule="exact"/>
                              </w:pPr>
                              <w:r>
                                <w:t>S—Specialized case</w:t>
                              </w:r>
                            </w:p>
                            <w:p w14:paraId="25319674" w14:textId="77777777" w:rsidR="00886FF6" w:rsidRDefault="00886FF6" w:rsidP="00886FF6">
                              <w:pPr>
                                <w:spacing w:line="220" w:lineRule="exact"/>
                              </w:pPr>
                              <w:r>
                                <w:t>No Letter—Non-specialized case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1059180" y="929640"/>
                            <a:ext cx="130175" cy="53721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Left Brace 30"/>
                        <wps:cNvSpPr>
                          <a:spLocks/>
                        </wps:cNvSpPr>
                        <wps:spPr bwMode="auto">
                          <a:xfrm rot="5400000" flipV="1">
                            <a:off x="1062990" y="1413510"/>
                            <a:ext cx="228600" cy="342900"/>
                          </a:xfrm>
                          <a:prstGeom prst="leftBrace">
                            <a:avLst>
                              <a:gd name="adj1" fmla="val 194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BE2A4" id="Group 7" o:spid="_x0000_s1026" style="position:absolute;margin-left:219.6pt;margin-top:72.4pt;width:152.8pt;height:133.8pt;z-index:251651072" coordsize="19405,16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7" type="#_x0000_t202" style="position:absolute;width:19405;height:9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" fillcolor="white [3201]" strokeweight=".5pt">
                  <v:textbox>
                    <w:txbxContent>
                      <w:p w14:paraId="272BB538" w14:textId="77777777" w:rsidR="00886FF6" w:rsidRDefault="00886FF6" w:rsidP="00886FF6">
                        <w:r>
                          <w:rPr>
                            <w:b/>
                          </w:rPr>
                          <w:t>Signifies Specialized Case:</w:t>
                        </w:r>
                        <w:r>
                          <w:t xml:space="preserve"> </w:t>
                        </w:r>
                      </w:p>
                      <w:p w14:paraId="52D3DF7D" w14:textId="77777777" w:rsidR="00886FF6" w:rsidRDefault="00886FF6" w:rsidP="00886FF6">
                        <w:pPr>
                          <w:spacing w:line="220" w:lineRule="exact"/>
                        </w:pPr>
                        <w:r>
                          <w:t>S—Specialized case</w:t>
                        </w:r>
                      </w:p>
                      <w:p w14:paraId="25319674" w14:textId="77777777" w:rsidR="00886FF6" w:rsidRDefault="00886FF6" w:rsidP="00886FF6">
                        <w:pPr>
                          <w:spacing w:line="220" w:lineRule="exact"/>
                        </w:pPr>
                        <w:r>
                          <w:t>No Letter—Non-specialized case</w:t>
                        </w:r>
                      </w:p>
                    </w:txbxContent>
                  </v:textbox>
                </v:shape>
                <v:line id="Straight Connector 61" o:spid="_x0000_s1028" style="position:absolute;visibility:visible;mso-wrap-style:square" from="10591,9296" to="11893,14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" strokecolor="black [3040]"/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30" o:spid="_x0000_s1029" type="#_x0000_t87" style="position:absolute;left:10630;top:14134;width:2286;height:3429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" adj="2800"/>
              </v:group>
            </w:pict>
          </mc:Fallback>
        </mc:AlternateContent>
      </w:r>
      <w:r>
        <w:t xml:space="preserve">In this document the designation of A, B, or C at the end of a case identified indicates revisions made to case data because of comments received during the review process or to create a case to represent a given scenario based on the base case. The numerical designation near the end of the case identifier </w:t>
      </w:r>
      <w:proofErr w:type="gramStart"/>
      <w:r>
        <w:t>is used</w:t>
      </w:r>
      <w:proofErr w:type="gramEnd"/>
      <w:r>
        <w:t xml:space="preserve"> to distinguish between different base cases, which were compiled for the same season with different load and generation patterns. </w:t>
      </w:r>
    </w:p>
    <w:p w14:paraId="3294265D" w14:textId="4BD8FF67" w:rsidR="00886FF6" w:rsidRDefault="0057681A" w:rsidP="00886FF6">
      <w:pPr>
        <w:rPr>
          <w:b/>
          <w:noProof/>
          <w:sz w:val="32"/>
          <w:szCs w:val="9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9D79258" wp14:editId="5ECAF206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4102100" cy="1516380"/>
                <wp:effectExtent l="0" t="0" r="12700" b="2667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2100" cy="1516380"/>
                          <a:chOff x="0" y="0"/>
                          <a:chExt cx="2919730" cy="1516380"/>
                        </a:xfrm>
                      </wpg:grpSpPr>
                      <wps:wsp>
                        <wps:cNvPr id="62" name="Straight Connector 62"/>
                        <wps:cNvCnPr/>
                        <wps:spPr>
                          <a:xfrm flipV="1">
                            <a:off x="182880" y="861060"/>
                            <a:ext cx="552450" cy="44323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Left Brace 32"/>
                        <wps:cNvSpPr>
                          <a:spLocks/>
                        </wps:cNvSpPr>
                        <wps:spPr bwMode="auto">
                          <a:xfrm rot="5400000" flipV="1">
                            <a:off x="57150" y="1230630"/>
                            <a:ext cx="228600" cy="342900"/>
                          </a:xfrm>
                          <a:prstGeom prst="leftBrace">
                            <a:avLst>
                              <a:gd name="adj1" fmla="val 194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754380" y="0"/>
                            <a:ext cx="2165350" cy="13385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7441E72" w14:textId="77777777" w:rsidR="00886FF6" w:rsidRDefault="00886FF6" w:rsidP="00886FF6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Denotes Case Reposting Due to Dynamics Data Change: </w:t>
                              </w:r>
                            </w:p>
                            <w:p w14:paraId="6B50CE95" w14:textId="77777777" w:rsidR="00886FF6" w:rsidRDefault="00886FF6" w:rsidP="00886FF6">
                              <w:pPr>
                                <w:spacing w:line="220" w:lineRule="exact"/>
                              </w:pPr>
                              <w:r>
                                <w:t xml:space="preserve">1—Original case </w:t>
                              </w:r>
                            </w:p>
                            <w:p w14:paraId="16121BCC" w14:textId="3AFF4ED1" w:rsidR="00886FF6" w:rsidRDefault="00886FF6" w:rsidP="00886FF6">
                              <w:pPr>
                                <w:spacing w:line="220" w:lineRule="exact"/>
                              </w:pPr>
                              <w:r>
                                <w:t xml:space="preserve">2—Dynamics data </w:t>
                              </w:r>
                              <w:r w:rsidR="00F06EE5">
                                <w:t>corrected,</w:t>
                              </w:r>
                              <w:r>
                                <w:t xml:space="preserve"> and case reposted</w:t>
                              </w:r>
                            </w:p>
                            <w:p w14:paraId="4FC129B7" w14:textId="77777777" w:rsidR="00886FF6" w:rsidRDefault="00886FF6" w:rsidP="00886FF6">
                              <w:pPr>
                                <w:spacing w:line="220" w:lineRule="exact"/>
                              </w:pPr>
                              <w:r>
                                <w:t>3—etc.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9D79258" id="Group 3" o:spid="_x0000_s1030" style="position:absolute;margin-left:271.8pt;margin-top:14.45pt;width:323pt;height:119.4pt;z-index:251679744;mso-position-horizontal:right;mso-position-horizontal-relative:margin;mso-width-relative:margin" coordsize="29197,1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">
                <v:line id="Straight Connector 62" o:spid="_x0000_s1031" style="position:absolute;flip:y;visibility:visible;mso-wrap-style:square" from="1828,8610" to="7353,130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" strokecolor="black [3040]"/>
                <v:shape id="Left Brace 32" o:spid="_x0000_s1032" type="#_x0000_t87" style="position:absolute;left:572;top:12305;width:2286;height:3429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" adj="2800"/>
                <v:shape id="Text Box 60" o:spid="_x0000_s1033" type="#_x0000_t202" style="position:absolute;left:7543;width:21654;height:1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" fillcolor="white [3201]" strokeweight=".5pt">
                  <v:textbox>
                    <w:txbxContent>
                      <w:p w14:paraId="57441E72" w14:textId="77777777" w:rsidR="00886FF6" w:rsidRDefault="00886FF6" w:rsidP="00886FF6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Denotes Case Reposting Due to Dynamics Data Change: </w:t>
                        </w:r>
                      </w:p>
                      <w:p w14:paraId="6B50CE95" w14:textId="77777777" w:rsidR="00886FF6" w:rsidRDefault="00886FF6" w:rsidP="00886FF6">
                        <w:pPr>
                          <w:spacing w:line="220" w:lineRule="exact"/>
                        </w:pPr>
                        <w:r>
                          <w:t xml:space="preserve">1—Original case </w:t>
                        </w:r>
                      </w:p>
                      <w:p w14:paraId="16121BCC" w14:textId="3AFF4ED1" w:rsidR="00886FF6" w:rsidRDefault="00886FF6" w:rsidP="00886FF6">
                        <w:pPr>
                          <w:spacing w:line="220" w:lineRule="exact"/>
                        </w:pPr>
                        <w:r>
                          <w:t xml:space="preserve">2—Dynamics data </w:t>
                        </w:r>
                        <w:r w:rsidR="00F06EE5">
                          <w:t>corrected,</w:t>
                        </w:r>
                        <w:r>
                          <w:t xml:space="preserve"> and case reposted</w:t>
                        </w:r>
                      </w:p>
                      <w:p w14:paraId="4FC129B7" w14:textId="77777777" w:rsidR="00886FF6" w:rsidRDefault="00886FF6" w:rsidP="00886FF6">
                        <w:pPr>
                          <w:spacing w:line="220" w:lineRule="exact"/>
                        </w:pPr>
                        <w:r>
                          <w:t>3—etc.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86FF6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F93D9B5" wp14:editId="6208C2D6">
                <wp:simplePos x="0" y="0"/>
                <wp:positionH relativeFrom="column">
                  <wp:posOffset>876300</wp:posOffset>
                </wp:positionH>
                <wp:positionV relativeFrom="paragraph">
                  <wp:posOffset>2540</wp:posOffset>
                </wp:positionV>
                <wp:extent cx="1790700" cy="1600200"/>
                <wp:effectExtent l="0" t="0" r="19050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700" cy="1600200"/>
                          <a:chOff x="0" y="0"/>
                          <a:chExt cx="1790700" cy="1600200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1521460" cy="1039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41B19D0" w14:textId="77777777" w:rsidR="00886FF6" w:rsidRDefault="00886FF6" w:rsidP="00886FF6">
                              <w:r>
                                <w:rPr>
                                  <w:b/>
                                </w:rPr>
                                <w:t>Represented Year:</w:t>
                              </w:r>
                              <w:r>
                                <w:t xml:space="preserve"> Two digits denoting what year the case should represent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>
                          <a:endCxn id="45" idx="1"/>
                        </wps:cNvCnPr>
                        <wps:spPr>
                          <a:xfrm>
                            <a:off x="1066800" y="1043940"/>
                            <a:ext cx="438150" cy="32766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Left Brace 45"/>
                        <wps:cNvSpPr>
                          <a:spLocks/>
                        </wps:cNvSpPr>
                        <wps:spPr bwMode="auto">
                          <a:xfrm rot="5400000" flipV="1">
                            <a:off x="1390650" y="1200150"/>
                            <a:ext cx="228600" cy="571500"/>
                          </a:xfrm>
                          <a:prstGeom prst="leftBrace">
                            <a:avLst>
                              <a:gd name="adj1" fmla="val 194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93D9B5" id="Group 8" o:spid="_x0000_s1034" style="position:absolute;margin-left:69pt;margin-top:.2pt;width:141pt;height:126pt;z-index:251677696;mso-width-relative:margin" coordsize="17907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">
                <v:shape id="Text Box 34" o:spid="_x0000_s1035" type="#_x0000_t202" style="position:absolute;width:15214;height:10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" fillcolor="white [3201]" strokeweight=".5pt">
                  <v:textbox>
                    <w:txbxContent>
                      <w:p w14:paraId="441B19D0" w14:textId="77777777" w:rsidR="00886FF6" w:rsidRDefault="00886FF6" w:rsidP="00886FF6">
                        <w:r>
                          <w:rPr>
                            <w:b/>
                          </w:rPr>
                          <w:t>Represented Year:</w:t>
                        </w:r>
                        <w:r>
                          <w:t xml:space="preserve"> Two digits denoting what year the case should represent</w:t>
                        </w:r>
                      </w:p>
                    </w:txbxContent>
                  </v:textbox>
                </v:shape>
                <v:line id="Straight Connector 35" o:spid="_x0000_s1036" style="position:absolute;visibility:visible;mso-wrap-style:square" from="10668,10439" to="15049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" strokecolor="black [3040]"/>
                <v:shape id="Left Brace 45" o:spid="_x0000_s1037" type="#_x0000_t87" style="position:absolute;left:13907;top:12001;width:2286;height:5715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" adj="1680"/>
              </v:group>
            </w:pict>
          </mc:Fallback>
        </mc:AlternateContent>
      </w:r>
    </w:p>
    <w:p w14:paraId="78909419" w14:textId="2107FB17" w:rsidR="00886FF6" w:rsidRDefault="00886FF6" w:rsidP="00886FF6">
      <w:pPr>
        <w:rPr>
          <w:b/>
          <w:noProof/>
          <w:sz w:val="96"/>
          <w:szCs w:val="96"/>
        </w:rPr>
      </w:pPr>
    </w:p>
    <w:p w14:paraId="5D8E8CE0" w14:textId="1044B046" w:rsidR="00886FF6" w:rsidRPr="001974FE" w:rsidRDefault="00B73C9A" w:rsidP="00886FF6">
      <w:pPr>
        <w:jc w:val="center"/>
        <w:rPr>
          <w:b/>
          <w:noProof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B5B248" wp14:editId="2420E971">
                <wp:simplePos x="0" y="0"/>
                <wp:positionH relativeFrom="column">
                  <wp:posOffset>-274320</wp:posOffset>
                </wp:positionH>
                <wp:positionV relativeFrom="paragraph">
                  <wp:posOffset>270510</wp:posOffset>
                </wp:positionV>
                <wp:extent cx="2362200" cy="2362200"/>
                <wp:effectExtent l="0" t="0" r="19050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3BE074" w14:textId="77777777" w:rsidR="00886FF6" w:rsidRDefault="00886FF6" w:rsidP="00886F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Season and Load Level:</w:t>
                            </w:r>
                          </w:p>
                          <w:tbl>
                            <w:tblPr>
                              <w:tblStyle w:val="TableGrid"/>
                              <w:tblW w:w="350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35"/>
                              <w:gridCol w:w="1170"/>
                            </w:tblGrid>
                            <w:tr w:rsidR="00886FF6" w14:paraId="0113A7A5" w14:textId="77777777" w:rsidTr="00C165DC">
                              <w:trPr>
                                <w:trHeight w:val="782"/>
                              </w:trPr>
                              <w:tc>
                                <w:tcPr>
                                  <w:tcW w:w="23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91E6AD3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HS—Heavy Summer</w:t>
                                  </w:r>
                                </w:p>
                                <w:p w14:paraId="7EF512B1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LS—Light Summer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1ADAFBAD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June 1</w:t>
                                  </w:r>
                                </w:p>
                                <w:p w14:paraId="5DF5DA90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–</w:t>
                                  </w:r>
                                </w:p>
                                <w:p w14:paraId="3BCEA16D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Aug. 1</w:t>
                                  </w:r>
                                </w:p>
                              </w:tc>
                            </w:tr>
                            <w:tr w:rsidR="00886FF6" w14:paraId="3ABC2E36" w14:textId="77777777" w:rsidTr="00C165DC">
                              <w:trPr>
                                <w:trHeight w:val="710"/>
                              </w:trPr>
                              <w:tc>
                                <w:tcPr>
                                  <w:tcW w:w="23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A131EA2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HW—Heavy Winter</w:t>
                                  </w:r>
                                </w:p>
                                <w:p w14:paraId="7A8B27CF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LW—Light Winter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47831846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Dec. 1</w:t>
                                  </w:r>
                                </w:p>
                                <w:p w14:paraId="0B471AD0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–</w:t>
                                  </w:r>
                                </w:p>
                                <w:p w14:paraId="41DC47D3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Feb. 1</w:t>
                                  </w:r>
                                </w:p>
                              </w:tc>
                            </w:tr>
                            <w:tr w:rsidR="00886FF6" w14:paraId="4C7FB3A1" w14:textId="77777777" w:rsidTr="00C165DC">
                              <w:trPr>
                                <w:trHeight w:val="773"/>
                              </w:trPr>
                              <w:tc>
                                <w:tcPr>
                                  <w:tcW w:w="23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6045AF2C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HSP—Heavy Spring</w:t>
                                  </w:r>
                                </w:p>
                                <w:p w14:paraId="6C5E17DA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LSP—Light Spring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0C60379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March 1</w:t>
                                  </w:r>
                                </w:p>
                                <w:p w14:paraId="77802DC4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–</w:t>
                                  </w:r>
                                </w:p>
                                <w:p w14:paraId="0B68BF4D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May 31</w:t>
                                  </w:r>
                                </w:p>
                              </w:tc>
                            </w:tr>
                            <w:tr w:rsidR="00886FF6" w14:paraId="6B292AE3" w14:textId="77777777" w:rsidTr="00C165DC">
                              <w:trPr>
                                <w:trHeight w:val="710"/>
                              </w:trPr>
                              <w:tc>
                                <w:tcPr>
                                  <w:tcW w:w="23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5A1B0C57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HA—Heavy Autumn</w:t>
                                  </w:r>
                                </w:p>
                                <w:p w14:paraId="5AB5522D" w14:textId="77777777" w:rsidR="00886FF6" w:rsidRDefault="00886FF6">
                                  <w:pPr>
                                    <w:spacing w:after="22" w:line="220" w:lineRule="exact"/>
                                  </w:pPr>
                                  <w:r>
                                    <w:t>LA—Light Autumn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14:paraId="791E69C0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Sept. 1</w:t>
                                  </w:r>
                                </w:p>
                                <w:p w14:paraId="1ECBF00D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–</w:t>
                                  </w:r>
                                </w:p>
                                <w:p w14:paraId="10C4DB99" w14:textId="77777777" w:rsidR="00886FF6" w:rsidRDefault="00886FF6"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t>Nov. 28</w:t>
                                  </w:r>
                                </w:p>
                              </w:tc>
                            </w:tr>
                          </w:tbl>
                          <w:p w14:paraId="255F2A0C" w14:textId="77777777" w:rsidR="00886FF6" w:rsidRDefault="00886FF6" w:rsidP="00886FF6">
                            <w:pPr>
                              <w:spacing w:line="220" w:lineRule="exact"/>
                              <w:rPr>
                                <w:rFonts w:ascii="Palatino Linotype" w:hAnsi="Palatino Linotyp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5B248" id="Text Box 36" o:spid="_x0000_s1038" type="#_x0000_t202" style="position:absolute;left:0;text-align:left;margin-left:-21.6pt;margin-top:21.3pt;width:186pt;height:18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" fillcolor="white [3201]" strokeweight=".5pt">
                <v:textbox>
                  <w:txbxContent>
                    <w:p w14:paraId="093BE074" w14:textId="77777777" w:rsidR="00886FF6" w:rsidRDefault="00886FF6" w:rsidP="00886F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Season and Load Level:</w:t>
                      </w:r>
                    </w:p>
                    <w:tbl>
                      <w:tblPr>
                        <w:tblStyle w:val="TableGrid"/>
                        <w:tblW w:w="3505" w:type="dxa"/>
                        <w:tblLook w:val="04A0" w:firstRow="1" w:lastRow="0" w:firstColumn="1" w:lastColumn="0" w:noHBand="0" w:noVBand="1"/>
                      </w:tblPr>
                      <w:tblGrid>
                        <w:gridCol w:w="2335"/>
                        <w:gridCol w:w="1170"/>
                      </w:tblGrid>
                      <w:tr w:rsidR="00886FF6" w14:paraId="0113A7A5" w14:textId="77777777" w:rsidTr="00C165DC">
                        <w:trPr>
                          <w:trHeight w:val="782"/>
                        </w:trPr>
                        <w:tc>
                          <w:tcPr>
                            <w:tcW w:w="23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91E6AD3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HS—Heavy Summer</w:t>
                            </w:r>
                          </w:p>
                          <w:p w14:paraId="7EF512B1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LS—Light Summer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1ADAFBAD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June 1</w:t>
                            </w:r>
                          </w:p>
                          <w:p w14:paraId="5DF5DA90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–</w:t>
                            </w:r>
                          </w:p>
                          <w:p w14:paraId="3BCEA16D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Aug. 1</w:t>
                            </w:r>
                          </w:p>
                        </w:tc>
                      </w:tr>
                      <w:tr w:rsidR="00886FF6" w14:paraId="3ABC2E36" w14:textId="77777777" w:rsidTr="00C165DC">
                        <w:trPr>
                          <w:trHeight w:val="710"/>
                        </w:trPr>
                        <w:tc>
                          <w:tcPr>
                            <w:tcW w:w="23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A131EA2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HW—Heavy Winter</w:t>
                            </w:r>
                          </w:p>
                          <w:p w14:paraId="7A8B27CF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LW—Light Winter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47831846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Dec. 1</w:t>
                            </w:r>
                          </w:p>
                          <w:p w14:paraId="0B471AD0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–</w:t>
                            </w:r>
                          </w:p>
                          <w:p w14:paraId="41DC47D3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Feb. 1</w:t>
                            </w:r>
                          </w:p>
                        </w:tc>
                      </w:tr>
                      <w:tr w:rsidR="00886FF6" w14:paraId="4C7FB3A1" w14:textId="77777777" w:rsidTr="00C165DC">
                        <w:trPr>
                          <w:trHeight w:val="773"/>
                        </w:trPr>
                        <w:tc>
                          <w:tcPr>
                            <w:tcW w:w="23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6045AF2C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HSP—Heavy Spring</w:t>
                            </w:r>
                          </w:p>
                          <w:p w14:paraId="6C5E17DA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LSP—Light Spring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0C60379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March 1</w:t>
                            </w:r>
                          </w:p>
                          <w:p w14:paraId="77802DC4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–</w:t>
                            </w:r>
                          </w:p>
                          <w:p w14:paraId="0B68BF4D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May 31</w:t>
                            </w:r>
                          </w:p>
                        </w:tc>
                      </w:tr>
                      <w:tr w:rsidR="00886FF6" w14:paraId="6B292AE3" w14:textId="77777777" w:rsidTr="00C165DC">
                        <w:trPr>
                          <w:trHeight w:val="710"/>
                        </w:trPr>
                        <w:tc>
                          <w:tcPr>
                            <w:tcW w:w="23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5A1B0C57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HA—Heavy Autumn</w:t>
                            </w:r>
                          </w:p>
                          <w:p w14:paraId="5AB5522D" w14:textId="77777777" w:rsidR="00886FF6" w:rsidRDefault="00886FF6">
                            <w:pPr>
                              <w:spacing w:after="22" w:line="220" w:lineRule="exact"/>
                            </w:pPr>
                            <w:r>
                              <w:t>LA—Light Autumn</w:t>
                            </w:r>
                          </w:p>
                        </w:tc>
                        <w:tc>
                          <w:tcPr>
                            <w:tcW w:w="11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14:paraId="791E69C0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Sept. 1</w:t>
                            </w:r>
                          </w:p>
                          <w:p w14:paraId="1ECBF00D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–</w:t>
                            </w:r>
                          </w:p>
                          <w:p w14:paraId="10C4DB99" w14:textId="77777777" w:rsidR="00886FF6" w:rsidRDefault="00886FF6">
                            <w:pPr>
                              <w:spacing w:line="220" w:lineRule="exact"/>
                              <w:jc w:val="center"/>
                            </w:pPr>
                            <w:r>
                              <w:t>Nov. 28</w:t>
                            </w:r>
                          </w:p>
                        </w:tc>
                      </w:tr>
                    </w:tbl>
                    <w:p w14:paraId="255F2A0C" w14:textId="77777777" w:rsidR="00886FF6" w:rsidRDefault="00886FF6" w:rsidP="00886FF6">
                      <w:pPr>
                        <w:spacing w:line="220" w:lineRule="exact"/>
                        <w:rPr>
                          <w:rFonts w:ascii="Palatino Linotype" w:hAnsi="Palatino Linotyp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FA339" wp14:editId="0A5AF02B">
                <wp:simplePos x="0" y="0"/>
                <wp:positionH relativeFrom="column">
                  <wp:posOffset>4391025</wp:posOffset>
                </wp:positionH>
                <wp:positionV relativeFrom="paragraph">
                  <wp:posOffset>875664</wp:posOffset>
                </wp:positionV>
                <wp:extent cx="1409700" cy="219075"/>
                <wp:effectExtent l="0" t="0" r="19050" b="2857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9700" cy="2190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8B663E" id="Straight Connector 56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75pt,68.95pt" to="456.75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F2E1" wp14:editId="2AC749A1">
                <wp:simplePos x="0" y="0"/>
                <wp:positionH relativeFrom="column">
                  <wp:posOffset>5048249</wp:posOffset>
                </wp:positionH>
                <wp:positionV relativeFrom="paragraph">
                  <wp:posOffset>856614</wp:posOffset>
                </wp:positionV>
                <wp:extent cx="2124075" cy="123825"/>
                <wp:effectExtent l="0" t="0" r="28575" b="28575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1238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AF4936" id="Straight Connector 5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5pt,67.45pt" to="564.75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" strokecolor="black [3040]"/>
            </w:pict>
          </mc:Fallback>
        </mc:AlternateContent>
      </w:r>
      <w:r w:rsidR="00276B7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FAD8C" wp14:editId="5E131C79">
                <wp:simplePos x="0" y="0"/>
                <wp:positionH relativeFrom="margin">
                  <wp:align>right</wp:align>
                </wp:positionH>
                <wp:positionV relativeFrom="paragraph">
                  <wp:posOffset>695960</wp:posOffset>
                </wp:positionV>
                <wp:extent cx="1511300" cy="1126490"/>
                <wp:effectExtent l="0" t="0" r="12700" b="1651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1300" cy="112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5269C0" w14:textId="77777777" w:rsidR="00886FF6" w:rsidRDefault="00886FF6" w:rsidP="00886F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Program Type: </w:t>
                            </w:r>
                          </w:p>
                          <w:p w14:paraId="7CAFB00E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P—PTI</w:t>
                            </w:r>
                          </w:p>
                          <w:p w14:paraId="7B0209F6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PW—PowerWorld</w:t>
                            </w:r>
                          </w:p>
                          <w:p w14:paraId="18450C65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No Letter—GE saved case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FAD8C" id="Text Box 57" o:spid="_x0000_s1039" type="#_x0000_t202" style="position:absolute;left:0;text-align:left;margin-left:67.8pt;margin-top:54.8pt;width:119pt;height:88.7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" fillcolor="white [3201]" strokeweight=".5pt">
                <v:textbox>
                  <w:txbxContent>
                    <w:p w14:paraId="285269C0" w14:textId="77777777" w:rsidR="00886FF6" w:rsidRDefault="00886FF6" w:rsidP="00886F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Program Type: </w:t>
                      </w:r>
                    </w:p>
                    <w:p w14:paraId="7CAFB00E" w14:textId="77777777" w:rsidR="00886FF6" w:rsidRDefault="00886FF6" w:rsidP="00886FF6">
                      <w:pPr>
                        <w:spacing w:line="220" w:lineRule="exact"/>
                      </w:pPr>
                      <w:r>
                        <w:t>P—PTI</w:t>
                      </w:r>
                    </w:p>
                    <w:p w14:paraId="7B0209F6" w14:textId="77777777" w:rsidR="00886FF6" w:rsidRDefault="00886FF6" w:rsidP="00886FF6">
                      <w:pPr>
                        <w:spacing w:line="220" w:lineRule="exact"/>
                      </w:pPr>
                      <w:r>
                        <w:t>PW—PowerWorld</w:t>
                      </w:r>
                    </w:p>
                    <w:p w14:paraId="18450C65" w14:textId="77777777" w:rsidR="00886FF6" w:rsidRDefault="00886FF6" w:rsidP="00886FF6">
                      <w:pPr>
                        <w:spacing w:line="220" w:lineRule="exact"/>
                      </w:pPr>
                      <w:r>
                        <w:t>No Letter—GE saved case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6FF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246544" wp14:editId="2F5CEC7F">
                <wp:simplePos x="0" y="0"/>
                <wp:positionH relativeFrom="column">
                  <wp:posOffset>3642360</wp:posOffset>
                </wp:positionH>
                <wp:positionV relativeFrom="paragraph">
                  <wp:posOffset>902335</wp:posOffset>
                </wp:positionV>
                <wp:extent cx="22860" cy="144780"/>
                <wp:effectExtent l="0" t="0" r="34290" b="2667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" cy="1447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6C46F6" id="Straight Connector 54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8pt,71.05pt" to="288.6pt,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" strokecolor="black [3040]"/>
            </w:pict>
          </mc:Fallback>
        </mc:AlternateContent>
      </w:r>
      <w:r w:rsidR="00886FF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F71F84" wp14:editId="4404B351">
                <wp:simplePos x="0" y="0"/>
                <wp:positionH relativeFrom="column">
                  <wp:posOffset>1828800</wp:posOffset>
                </wp:positionH>
                <wp:positionV relativeFrom="paragraph">
                  <wp:posOffset>864235</wp:posOffset>
                </wp:positionV>
                <wp:extent cx="1136650" cy="15240"/>
                <wp:effectExtent l="0" t="0" r="25400" b="2286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0" cy="1524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4BCB7" id="Straight Connector 49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68.05pt" to="233.5pt,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" strokecolor="black [3040]"/>
            </w:pict>
          </mc:Fallback>
        </mc:AlternateContent>
      </w:r>
      <w:r w:rsidR="00886FF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667A0B" wp14:editId="6B2298DD">
                <wp:simplePos x="0" y="0"/>
                <wp:positionH relativeFrom="column">
                  <wp:posOffset>2867660</wp:posOffset>
                </wp:positionH>
                <wp:positionV relativeFrom="paragraph">
                  <wp:posOffset>352107</wp:posOffset>
                </wp:positionV>
                <wp:extent cx="228600" cy="810895"/>
                <wp:effectExtent l="0" t="5398" r="13653" b="13652"/>
                <wp:wrapNone/>
                <wp:docPr id="28" name="Left Brac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V="1">
                          <a:off x="0" y="0"/>
                          <a:ext cx="228600" cy="810895"/>
                        </a:xfrm>
                        <a:prstGeom prst="leftBrace">
                          <a:avLst>
                            <a:gd name="adj1" fmla="val 19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A7C65" id="Left Brace 28" o:spid="_x0000_s1026" type="#_x0000_t87" style="position:absolute;margin-left:225.8pt;margin-top:27.7pt;width:18pt;height:63.85pt;rotation:90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" adj="1184"/>
            </w:pict>
          </mc:Fallback>
        </mc:AlternateContent>
      </w:r>
      <w:r w:rsidR="00886FF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DA43D2" wp14:editId="11A77732">
                <wp:simplePos x="0" y="0"/>
                <wp:positionH relativeFrom="column">
                  <wp:posOffset>4266882</wp:posOffset>
                </wp:positionH>
                <wp:positionV relativeFrom="paragraph">
                  <wp:posOffset>514032</wp:posOffset>
                </wp:positionV>
                <wp:extent cx="228600" cy="471805"/>
                <wp:effectExtent l="0" t="7303" r="11748" b="11747"/>
                <wp:wrapNone/>
                <wp:docPr id="31" name="Left Brac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V="1">
                          <a:off x="0" y="0"/>
                          <a:ext cx="228600" cy="471805"/>
                        </a:xfrm>
                        <a:prstGeom prst="leftBrace">
                          <a:avLst>
                            <a:gd name="adj1" fmla="val 19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0DE00" id="Left Brace 31" o:spid="_x0000_s1026" type="#_x0000_t87" style="position:absolute;margin-left:335.95pt;margin-top:40.45pt;width:18pt;height:37.15pt;rotation:90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" adj="2035"/>
            </w:pict>
          </mc:Fallback>
        </mc:AlternateContent>
      </w:r>
      <w:r w:rsidR="00886FF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A6B6A" wp14:editId="5D320553">
                <wp:simplePos x="0" y="0"/>
                <wp:positionH relativeFrom="column">
                  <wp:posOffset>4957445</wp:posOffset>
                </wp:positionH>
                <wp:positionV relativeFrom="paragraph">
                  <wp:posOffset>570230</wp:posOffset>
                </wp:positionV>
                <wp:extent cx="228600" cy="298450"/>
                <wp:effectExtent l="3175" t="0" r="22225" b="22225"/>
                <wp:wrapNone/>
                <wp:docPr id="33" name="Left Bra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V="1">
                          <a:off x="0" y="0"/>
                          <a:ext cx="228600" cy="298450"/>
                        </a:xfrm>
                        <a:prstGeom prst="leftBrace">
                          <a:avLst>
                            <a:gd name="adj1" fmla="val 19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6CCB7" id="Left Brace 33" o:spid="_x0000_s1026" type="#_x0000_t87" style="position:absolute;margin-left:390.35pt;margin-top:44.9pt;width:18pt;height:23.5pt;rotation:90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" adj="3217"/>
            </w:pict>
          </mc:Fallback>
        </mc:AlternateContent>
      </w:r>
      <w:r w:rsidR="00886FF6">
        <w:rPr>
          <w:b/>
          <w:noProof/>
          <w:sz w:val="96"/>
          <w:szCs w:val="96"/>
        </w:rPr>
        <w:t>20LW1SA1P.zip</w:t>
      </w:r>
    </w:p>
    <w:p w14:paraId="40BF48B6" w14:textId="68170E4D" w:rsidR="00886FF6" w:rsidRDefault="00B73C9A" w:rsidP="00886FF6">
      <w:pPr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4D7C5F" wp14:editId="44C1B73C">
                <wp:simplePos x="0" y="0"/>
                <wp:positionH relativeFrom="column">
                  <wp:posOffset>2399665</wp:posOffset>
                </wp:positionH>
                <wp:positionV relativeFrom="paragraph">
                  <wp:posOffset>9525</wp:posOffset>
                </wp:positionV>
                <wp:extent cx="2689860" cy="1592580"/>
                <wp:effectExtent l="0" t="0" r="15240" b="2667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159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5525C7" w14:textId="77777777" w:rsidR="00886FF6" w:rsidRDefault="00886FF6" w:rsidP="00886F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Signifies New Case Compilation for Given Year/Season:</w:t>
                            </w:r>
                          </w:p>
                          <w:p w14:paraId="4596F160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1—First case with this year/season modeled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4AB6BE8D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2—Second case with this year/season modeled</w:t>
                            </w:r>
                          </w:p>
                          <w:p w14:paraId="5FB8F66C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3—etc. (largest number means newest creation date)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D7C5F" id="Text Box 53" o:spid="_x0000_s1040" type="#_x0000_t202" style="position:absolute;margin-left:188.95pt;margin-top:.75pt;width:211.8pt;height:12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" fillcolor="white [3201]" strokeweight=".5pt">
                <v:textbox>
                  <w:txbxContent>
                    <w:p w14:paraId="085525C7" w14:textId="77777777" w:rsidR="00886FF6" w:rsidRDefault="00886FF6" w:rsidP="00886F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Signifies New Case Compilation for Given Year/Season:</w:t>
                      </w:r>
                    </w:p>
                    <w:p w14:paraId="4596F160" w14:textId="77777777" w:rsidR="00886FF6" w:rsidRDefault="00886FF6" w:rsidP="00886FF6">
                      <w:pPr>
                        <w:spacing w:line="220" w:lineRule="exact"/>
                      </w:pPr>
                      <w:r>
                        <w:t>1—First case with this year/season modeled</w:t>
                      </w:r>
                      <w:r>
                        <w:rPr>
                          <w:b/>
                        </w:rPr>
                        <w:t xml:space="preserve"> </w:t>
                      </w:r>
                    </w:p>
                    <w:p w14:paraId="4AB6BE8D" w14:textId="77777777" w:rsidR="00886FF6" w:rsidRDefault="00886FF6" w:rsidP="00886FF6">
                      <w:pPr>
                        <w:spacing w:line="220" w:lineRule="exact"/>
                      </w:pPr>
                      <w:r>
                        <w:t>2—Second case with this year/season modeled</w:t>
                      </w:r>
                    </w:p>
                    <w:p w14:paraId="5FB8F66C" w14:textId="77777777" w:rsidR="00886FF6" w:rsidRDefault="00886FF6" w:rsidP="00886FF6">
                      <w:pPr>
                        <w:spacing w:line="220" w:lineRule="exact"/>
                      </w:pPr>
                      <w:r>
                        <w:t>3—etc. (largest number means newest creation date)</w:t>
                      </w:r>
                    </w:p>
                  </w:txbxContent>
                </v:textbox>
              </v:shape>
            </w:pict>
          </mc:Fallback>
        </mc:AlternateContent>
      </w:r>
      <w:r w:rsidR="00276B7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6148B9" wp14:editId="04CBCABD">
                <wp:simplePos x="0" y="0"/>
                <wp:positionH relativeFrom="column">
                  <wp:posOffset>5137785</wp:posOffset>
                </wp:positionH>
                <wp:positionV relativeFrom="paragraph">
                  <wp:posOffset>68580</wp:posOffset>
                </wp:positionV>
                <wp:extent cx="1974850" cy="1536700"/>
                <wp:effectExtent l="0" t="0" r="25400" b="2540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4850" cy="153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28EBBF" w14:textId="77777777" w:rsidR="00886FF6" w:rsidRDefault="00886FF6" w:rsidP="00886FF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Denotes Case Reposting for Power Flow Change:</w:t>
                            </w:r>
                          </w:p>
                          <w:p w14:paraId="46E8A653" w14:textId="77777777" w:rsidR="00886FF6" w:rsidRDefault="00886FF6" w:rsidP="00886FF6">
                            <w:pPr>
                              <w:spacing w:line="240" w:lineRule="exact"/>
                            </w:pPr>
                            <w:r>
                              <w:t>A—Original case</w:t>
                            </w:r>
                          </w:p>
                          <w:p w14:paraId="664190DF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 xml:space="preserve">B—Load Flow Correction and case reposted </w:t>
                            </w:r>
                          </w:p>
                          <w:p w14:paraId="7C5FA93A" w14:textId="77777777" w:rsidR="00886FF6" w:rsidRDefault="00886FF6" w:rsidP="00886FF6">
                            <w:pPr>
                              <w:spacing w:line="220" w:lineRule="exact"/>
                            </w:pPr>
                            <w:r>
                              <w:t>C—etc.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148B9" id="Text Box 55" o:spid="_x0000_s1041" type="#_x0000_t202" style="position:absolute;margin-left:404.55pt;margin-top:5.4pt;width:155.5pt;height:1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" fillcolor="white [3201]" strokeweight=".5pt">
                <v:textbox>
                  <w:txbxContent>
                    <w:p w14:paraId="1228EBBF" w14:textId="77777777" w:rsidR="00886FF6" w:rsidRDefault="00886FF6" w:rsidP="00886FF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Denotes Case Reposting for Power Flow Change:</w:t>
                      </w:r>
                    </w:p>
                    <w:p w14:paraId="46E8A653" w14:textId="77777777" w:rsidR="00886FF6" w:rsidRDefault="00886FF6" w:rsidP="00886FF6">
                      <w:pPr>
                        <w:spacing w:line="240" w:lineRule="exact"/>
                      </w:pPr>
                      <w:r>
                        <w:t>A—Original case</w:t>
                      </w:r>
                    </w:p>
                    <w:p w14:paraId="664190DF" w14:textId="77777777" w:rsidR="00886FF6" w:rsidRDefault="00886FF6" w:rsidP="00886FF6">
                      <w:pPr>
                        <w:spacing w:line="220" w:lineRule="exact"/>
                      </w:pPr>
                      <w:r>
                        <w:t xml:space="preserve">B—Load Flow Correction and case reposted </w:t>
                      </w:r>
                    </w:p>
                    <w:p w14:paraId="7C5FA93A" w14:textId="77777777" w:rsidR="00886FF6" w:rsidRDefault="00886FF6" w:rsidP="00886FF6">
                      <w:pPr>
                        <w:spacing w:line="220" w:lineRule="exact"/>
                      </w:pPr>
                      <w:r>
                        <w:t>C—etc.</w:t>
                      </w:r>
                    </w:p>
                  </w:txbxContent>
                </v:textbox>
              </v:shape>
            </w:pict>
          </mc:Fallback>
        </mc:AlternateContent>
      </w:r>
    </w:p>
    <w:p w14:paraId="05555812" w14:textId="386F9A16" w:rsidR="00886FF6" w:rsidRDefault="00886FF6" w:rsidP="00886FF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A4378D" wp14:editId="6303276D">
                <wp:simplePos x="0" y="0"/>
                <wp:positionH relativeFrom="column">
                  <wp:posOffset>3549650</wp:posOffset>
                </wp:positionH>
                <wp:positionV relativeFrom="paragraph">
                  <wp:posOffset>-693420</wp:posOffset>
                </wp:positionV>
                <wp:extent cx="228600" cy="298450"/>
                <wp:effectExtent l="3175" t="0" r="22225" b="22225"/>
                <wp:wrapNone/>
                <wp:docPr id="29" name="Left Brac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V="1">
                          <a:off x="0" y="0"/>
                          <a:ext cx="228600" cy="298450"/>
                        </a:xfrm>
                        <a:prstGeom prst="leftBrace">
                          <a:avLst>
                            <a:gd name="adj1" fmla="val 194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DC1E8" id="Left Brace 29" o:spid="_x0000_s1026" type="#_x0000_t87" style="position:absolute;margin-left:279.5pt;margin-top:-54.6pt;width:18pt;height:23.5pt;rotation:9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" adj="3217"/>
            </w:pict>
          </mc:Fallback>
        </mc:AlternateContent>
      </w:r>
    </w:p>
    <w:p w14:paraId="362057DF" w14:textId="2F0EF3EA" w:rsidR="00886FF6" w:rsidRDefault="00886FF6" w:rsidP="00886FF6"/>
    <w:p w14:paraId="11D7DBBC" w14:textId="563BD005" w:rsidR="00886FF6" w:rsidRDefault="00886FF6" w:rsidP="00886FF6"/>
    <w:p w14:paraId="338E6617" w14:textId="0FBED65A" w:rsidR="002352DF" w:rsidRDefault="002352DF" w:rsidP="00886FF6"/>
    <w:sectPr w:rsidR="002352DF" w:rsidSect="00820077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BBB59" w14:textId="77777777" w:rsidR="00886FF6" w:rsidRDefault="00886FF6" w:rsidP="00E60569">
      <w:r>
        <w:separator/>
      </w:r>
    </w:p>
    <w:p w14:paraId="4C6F1608" w14:textId="77777777" w:rsidR="00886FF6" w:rsidRDefault="00886FF6" w:rsidP="00E60569"/>
  </w:endnote>
  <w:endnote w:type="continuationSeparator" w:id="0">
    <w:p w14:paraId="735D0BC2" w14:textId="77777777" w:rsidR="00886FF6" w:rsidRDefault="00886FF6" w:rsidP="00E60569">
      <w:r>
        <w:continuationSeparator/>
      </w:r>
    </w:p>
    <w:p w14:paraId="5398FEB9" w14:textId="77777777" w:rsidR="00886FF6" w:rsidRDefault="00886FF6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63625332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5D82AA7F" w14:textId="77777777" w:rsidR="00E115FD" w:rsidRPr="00E5288E" w:rsidRDefault="00FE6A90" w:rsidP="007B7780">
        <w:pPr>
          <w:pStyle w:val="Footer"/>
          <w:tabs>
            <w:tab w:val="clear" w:pos="4680"/>
            <w:tab w:val="center" w:pos="5040"/>
          </w:tabs>
          <w:rPr>
            <w:sz w:val="22"/>
          </w:rPr>
        </w:pPr>
        <w:r w:rsidRPr="00E5288E">
          <w:rPr>
            <w:sz w:val="22"/>
          </w:rPr>
          <w:drawing>
            <wp:inline distT="0" distB="0" distL="0" distR="0" wp14:anchorId="600A1275" wp14:editId="7D7304C4">
              <wp:extent cx="413846" cy="274320"/>
              <wp:effectExtent l="0" t="0" r="5715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6CF01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before="120"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09058" w14:textId="77777777" w:rsidR="00886FF6" w:rsidRDefault="00886FF6" w:rsidP="00EA064E">
      <w:pPr>
        <w:spacing w:after="0"/>
      </w:pPr>
      <w:r>
        <w:separator/>
      </w:r>
    </w:p>
  </w:footnote>
  <w:footnote w:type="continuationSeparator" w:id="0">
    <w:p w14:paraId="0A2E0252" w14:textId="77777777" w:rsidR="00886FF6" w:rsidRDefault="00886FF6" w:rsidP="00E60569">
      <w:r>
        <w:continuationSeparator/>
      </w:r>
    </w:p>
    <w:p w14:paraId="221BBF6F" w14:textId="77777777" w:rsidR="00886FF6" w:rsidRDefault="00886FF6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FDE6" w14:textId="77777777" w:rsidR="002352DF" w:rsidRPr="00711643" w:rsidRDefault="002352DF" w:rsidP="002352DF">
    <w:pPr>
      <w:pStyle w:val="Header"/>
      <w:contextualSpacing w:val="0"/>
      <w:rPr>
        <w:sz w:val="14"/>
        <w:szCs w:val="14"/>
      </w:rPr>
    </w:pPr>
  </w:p>
  <w:p w14:paraId="6286147A" w14:textId="77777777" w:rsidR="00E115FD" w:rsidRPr="002352DF" w:rsidRDefault="000A1755" w:rsidP="002352DF">
    <w:pPr>
      <w:pStyle w:val="Header"/>
      <w:spacing w:after="240"/>
      <w:contextualSpacing w:val="0"/>
      <w:rPr>
        <w:sz w:val="22"/>
        <w:szCs w:val="22"/>
      </w:rPr>
    </w:pPr>
    <w:r w:rsidRPr="002352DF">
      <w:rPr>
        <w:sz w:val="22"/>
        <w:szCs w:val="22"/>
      </w:rPr>
      <w:t>Document Title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EED71" w14:textId="77777777" w:rsidR="00E60569" w:rsidRDefault="00A323FE" w:rsidP="00A323FE">
    <w:pPr>
      <w:pStyle w:val="Header"/>
      <w:contextualSpacing w:val="0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08AD37B" wp14:editId="28DFEE53">
          <wp:simplePos x="0" y="0"/>
          <wp:positionH relativeFrom="column">
            <wp:posOffset>4864</wp:posOffset>
          </wp:positionH>
          <wp:positionV relativeFrom="paragraph">
            <wp:posOffset>77821</wp:posOffset>
          </wp:positionV>
          <wp:extent cx="2929134" cy="938786"/>
          <wp:effectExtent l="0" t="0" r="5080" b="0"/>
          <wp:wrapTight wrapText="bothSides">
            <wp:wrapPolygon edited="0">
              <wp:start x="3653" y="0"/>
              <wp:lineTo x="0" y="2192"/>
              <wp:lineTo x="0" y="3507"/>
              <wp:lineTo x="422" y="7015"/>
              <wp:lineTo x="1686" y="14030"/>
              <wp:lineTo x="0" y="17976"/>
              <wp:lineTo x="0" y="21045"/>
              <wp:lineTo x="8009" y="21045"/>
              <wp:lineTo x="15174" y="21045"/>
              <wp:lineTo x="21497" y="21045"/>
              <wp:lineTo x="21497" y="17976"/>
              <wp:lineTo x="6744" y="14030"/>
              <wp:lineTo x="18406" y="14030"/>
              <wp:lineTo x="21497" y="12714"/>
              <wp:lineTo x="21497" y="5261"/>
              <wp:lineTo x="4356" y="0"/>
              <wp:lineTo x="365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9134" cy="938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07F1EC" w14:textId="1486EEDC" w:rsidR="00F82512" w:rsidRDefault="00886FF6" w:rsidP="00E60569">
    <w:pPr>
      <w:pStyle w:val="Header"/>
      <w:contextualSpacing w:val="0"/>
    </w:pP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>
      <w:t>Appendix C</w:t>
    </w:r>
  </w:p>
  <w:p w14:paraId="65D8DDE6" w14:textId="4D69564B" w:rsidR="00CF774D" w:rsidRPr="00761FA8" w:rsidRDefault="00886FF6" w:rsidP="00E60569">
    <w:pPr>
      <w:pStyle w:val="Header"/>
      <w:contextualSpacing w:val="0"/>
    </w:pPr>
    <w:r>
      <w:t>Base Case Naming Convention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4BC5A15D" w14:textId="79AC7F38" w:rsidR="00F82512" w:rsidRPr="00761FA8" w:rsidRDefault="00F82512" w:rsidP="00E60569">
    <w:pPr>
      <w:pStyle w:val="Header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70BC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5E2F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D694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38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B6B5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F49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A2B8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8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4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28241">
    <w:abstractNumId w:val="16"/>
  </w:num>
  <w:num w:numId="2" w16cid:durableId="117996155">
    <w:abstractNumId w:val="12"/>
  </w:num>
  <w:num w:numId="3" w16cid:durableId="2093774120">
    <w:abstractNumId w:val="9"/>
  </w:num>
  <w:num w:numId="4" w16cid:durableId="1653095452">
    <w:abstractNumId w:val="10"/>
  </w:num>
  <w:num w:numId="5" w16cid:durableId="1075400120">
    <w:abstractNumId w:val="17"/>
  </w:num>
  <w:num w:numId="6" w16cid:durableId="966816769">
    <w:abstractNumId w:val="11"/>
  </w:num>
  <w:num w:numId="7" w16cid:durableId="2108429679">
    <w:abstractNumId w:val="15"/>
  </w:num>
  <w:num w:numId="8" w16cid:durableId="828711892">
    <w:abstractNumId w:val="13"/>
  </w:num>
  <w:num w:numId="9" w16cid:durableId="1959069113">
    <w:abstractNumId w:val="14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886FF6"/>
    <w:rsid w:val="000A1755"/>
    <w:rsid w:val="000F614E"/>
    <w:rsid w:val="001636D2"/>
    <w:rsid w:val="001A1779"/>
    <w:rsid w:val="001B7CE9"/>
    <w:rsid w:val="002122A7"/>
    <w:rsid w:val="002267AC"/>
    <w:rsid w:val="0022692D"/>
    <w:rsid w:val="002352DF"/>
    <w:rsid w:val="00245949"/>
    <w:rsid w:val="00255412"/>
    <w:rsid w:val="00276B78"/>
    <w:rsid w:val="002A59FD"/>
    <w:rsid w:val="002B4DA5"/>
    <w:rsid w:val="002E1330"/>
    <w:rsid w:val="00323BC9"/>
    <w:rsid w:val="003817E6"/>
    <w:rsid w:val="003A7EC5"/>
    <w:rsid w:val="003D6FA2"/>
    <w:rsid w:val="003E1973"/>
    <w:rsid w:val="0043738A"/>
    <w:rsid w:val="004657D5"/>
    <w:rsid w:val="00473E2D"/>
    <w:rsid w:val="004D1F97"/>
    <w:rsid w:val="00550DB3"/>
    <w:rsid w:val="0057681A"/>
    <w:rsid w:val="00603CB7"/>
    <w:rsid w:val="00640848"/>
    <w:rsid w:val="006D1E92"/>
    <w:rsid w:val="00711643"/>
    <w:rsid w:val="007130D6"/>
    <w:rsid w:val="00761FA8"/>
    <w:rsid w:val="007A46E1"/>
    <w:rsid w:val="007B7780"/>
    <w:rsid w:val="007C51B6"/>
    <w:rsid w:val="00820077"/>
    <w:rsid w:val="00886FF6"/>
    <w:rsid w:val="008E0400"/>
    <w:rsid w:val="008E7488"/>
    <w:rsid w:val="008F3E53"/>
    <w:rsid w:val="00937FDD"/>
    <w:rsid w:val="009A4D48"/>
    <w:rsid w:val="009B19EE"/>
    <w:rsid w:val="009E040B"/>
    <w:rsid w:val="009E1D07"/>
    <w:rsid w:val="009F443B"/>
    <w:rsid w:val="00A323FE"/>
    <w:rsid w:val="00B55A80"/>
    <w:rsid w:val="00B73C9A"/>
    <w:rsid w:val="00B9772D"/>
    <w:rsid w:val="00BA3F9B"/>
    <w:rsid w:val="00BA7DBE"/>
    <w:rsid w:val="00BF118D"/>
    <w:rsid w:val="00BF79BD"/>
    <w:rsid w:val="00C05765"/>
    <w:rsid w:val="00C11B97"/>
    <w:rsid w:val="00C165DC"/>
    <w:rsid w:val="00CB6BCC"/>
    <w:rsid w:val="00CF774D"/>
    <w:rsid w:val="00D21EAF"/>
    <w:rsid w:val="00E115FD"/>
    <w:rsid w:val="00E5288E"/>
    <w:rsid w:val="00E5719E"/>
    <w:rsid w:val="00E60569"/>
    <w:rsid w:val="00EA064E"/>
    <w:rsid w:val="00EA2394"/>
    <w:rsid w:val="00EC4B79"/>
    <w:rsid w:val="00F06EE5"/>
    <w:rsid w:val="00F21CE3"/>
    <w:rsid w:val="00F82512"/>
    <w:rsid w:val="00F853EC"/>
    <w:rsid w:val="00F8781A"/>
    <w:rsid w:val="00FE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10ECD6"/>
  <w15:chartTrackingRefBased/>
  <w15:docId w15:val="{9A6DEB80-DBA7-41F3-9518-918AAAE2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FF6"/>
  </w:style>
  <w:style w:type="paragraph" w:styleId="Heading1">
    <w:name w:val="heading 1"/>
    <w:basedOn w:val="Normal"/>
    <w:next w:val="Normal"/>
    <w:link w:val="Heading1Char"/>
    <w:uiPriority w:val="9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57D5"/>
    <w:pPr>
      <w:suppressAutoHyphens/>
      <w:spacing w:before="240"/>
      <w:outlineLvl w:val="1"/>
    </w:pPr>
    <w:rPr>
      <w:rFonts w:ascii="Lucida Sans" w:hAnsi="Lucida Sans"/>
      <w:b/>
      <w:sz w:val="27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569"/>
    <w:pPr>
      <w:tabs>
        <w:tab w:val="center" w:pos="5040"/>
        <w:tab w:val="right" w:pos="10080"/>
      </w:tabs>
      <w:spacing w:before="120"/>
      <w:contextualSpacing/>
      <w:jc w:val="right"/>
    </w:pPr>
    <w:rPr>
      <w:rFonts w:ascii="Lucida Sans" w:hAnsi="Lucida Sans"/>
      <w:b/>
      <w:color w:val="00395D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60569"/>
    <w:rPr>
      <w:rFonts w:ascii="Lucida Sans" w:hAnsi="Lucida Sans"/>
      <w:b/>
      <w:color w:val="00395D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"/>
    <w:qFormat/>
    <w:rsid w:val="002E1330"/>
    <w:pPr>
      <w:numPr>
        <w:numId w:val="6"/>
      </w:numPr>
      <w:suppressAutoHyphens/>
      <w:spacing w:before="120"/>
      <w:contextualSpacing/>
    </w:pPr>
    <w:rPr>
      <w:rFonts w:ascii="Palatino Linotype" w:hAnsi="Palatino Linotype"/>
    </w:r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rFonts w:ascii="Palatino Linotype" w:hAnsi="Palatino Linotype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57D5"/>
    <w:rPr>
      <w:rFonts w:ascii="Lucida Sans" w:hAnsi="Lucida Sans"/>
      <w:b/>
      <w:sz w:val="27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  <w:rPr>
      <w:rFonts w:ascii="Palatino Linotype" w:hAnsi="Palatino Linotype"/>
    </w:r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spacing w:before="120"/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before="120" w:line="240" w:lineRule="auto"/>
      <w:contextualSpacing/>
      <w:jc w:val="center"/>
    </w:pPr>
    <w:rPr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rFonts w:ascii="Palatino Linotype" w:hAnsi="Palatino Linotype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1A1779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  <w:style w:type="paragraph" w:styleId="Revision">
    <w:name w:val="Revision"/>
    <w:hidden/>
    <w:uiPriority w:val="99"/>
    <w:semiHidden/>
    <w:rsid w:val="005768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BasicDocument</Template>
  <TotalTime>11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Affleck, Logan</dc:creator>
  <cp:keywords/>
  <dc:description/>
  <cp:lastModifiedBy>Affleck, Logan</cp:lastModifiedBy>
  <cp:revision>8</cp:revision>
  <cp:lastPrinted>2019-01-04T22:00:00Z</cp:lastPrinted>
  <dcterms:created xsi:type="dcterms:W3CDTF">2022-10-26T20:16:00Z</dcterms:created>
  <dcterms:modified xsi:type="dcterms:W3CDTF">2022-11-28T18:39:00Z</dcterms:modified>
</cp:coreProperties>
</file>